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45"/>
        <w:gridCol w:w="501"/>
        <w:gridCol w:w="570"/>
        <w:gridCol w:w="347"/>
        <w:gridCol w:w="223"/>
        <w:gridCol w:w="330"/>
        <w:gridCol w:w="155"/>
        <w:gridCol w:w="142"/>
        <w:gridCol w:w="291"/>
        <w:gridCol w:w="322"/>
        <w:gridCol w:w="499"/>
        <w:gridCol w:w="795"/>
        <w:gridCol w:w="1275"/>
        <w:gridCol w:w="356"/>
        <w:gridCol w:w="408"/>
        <w:gridCol w:w="310"/>
        <w:gridCol w:w="60"/>
        <w:gridCol w:w="645"/>
        <w:gridCol w:w="40"/>
        <w:gridCol w:w="1463"/>
      </w:tblGrid>
      <w:tr w:rsidR="00053988" w:rsidRPr="007D71BD" w14:paraId="54D4281E" w14:textId="77777777" w:rsidTr="008C5B3D">
        <w:trPr>
          <w:trHeight w:val="450"/>
        </w:trPr>
        <w:tc>
          <w:tcPr>
            <w:tcW w:w="4066" w:type="dxa"/>
            <w:gridSpan w:val="12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3F699933" w:rsidR="00053988" w:rsidRPr="00DF5DEF" w:rsidRDefault="00000000" w:rsidP="00C24A32">
            <w:pPr>
              <w:rPr>
                <w:lang w:val="en-GB"/>
              </w:rPr>
            </w:pPr>
            <w:r>
              <w:rPr>
                <w:noProof/>
              </w:rPr>
              <w:object w:dxaOrig="1440" w:dyaOrig="1440" w14:anchorId="0C2848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26.4pt;margin-top:.25pt;width:144.7pt;height:147pt;z-index:251659264;mso-position-horizontal-relative:text;mso-position-vertical-relative:text;mso-width-relative:page;mso-height-relative:page">
                  <v:imagedata r:id="rId6" o:title="" cropbottom="1947f" cropleft="1350f" cropright="12788f"/>
                  <w10:wrap type="topAndBottom"/>
                </v:shape>
                <o:OLEObject Type="Embed" ProgID="PBrush" ShapeID="_x0000_s1029" DrawAspect="Content" ObjectID="_1780500519" r:id="rId7"/>
              </w:object>
            </w:r>
          </w:p>
        </w:tc>
        <w:tc>
          <w:tcPr>
            <w:tcW w:w="6173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9D2C37" w:rsidRDefault="000330C0" w:rsidP="000330C0">
            <w:pPr>
              <w:jc w:val="center"/>
              <w:rPr>
                <w:b/>
                <w:bCs/>
                <w:lang w:val="en-US"/>
              </w:rPr>
            </w:pPr>
            <w:r w:rsidRPr="009D2C37">
              <w:rPr>
                <w:b/>
                <w:bCs/>
                <w:lang w:val="en-US"/>
              </w:rPr>
              <w:t>Service Report</w:t>
            </w:r>
          </w:p>
        </w:tc>
      </w:tr>
      <w:tr w:rsidR="00053988" w:rsidRPr="00E70B40" w14:paraId="0BAC96BE" w14:textId="77777777" w:rsidTr="008C5B3D">
        <w:trPr>
          <w:trHeight w:val="755"/>
        </w:trPr>
        <w:tc>
          <w:tcPr>
            <w:tcW w:w="4066" w:type="dxa"/>
            <w:gridSpan w:val="12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Repair Order (RO) Nr.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6EC0C050" w:rsidR="00053988" w:rsidRPr="009716C1" w:rsidRDefault="009716C1" w:rsidP="009716C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GIS-9</w:t>
            </w:r>
          </w:p>
        </w:tc>
      </w:tr>
      <w:tr w:rsidR="00053988" w:rsidRPr="00E70B40" w14:paraId="765E600F" w14:textId="77777777" w:rsidTr="008C5B3D">
        <w:trPr>
          <w:trHeight w:val="875"/>
        </w:trPr>
        <w:tc>
          <w:tcPr>
            <w:tcW w:w="4066" w:type="dxa"/>
            <w:gridSpan w:val="12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Date of failure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730CA5CE" w:rsidR="00053988" w:rsidRPr="009D2C37" w:rsidRDefault="007E08CE" w:rsidP="00515D95">
            <w:pPr>
              <w:rPr>
                <w:lang w:val="en-GB"/>
              </w:rPr>
            </w:pPr>
            <w:r>
              <w:rPr>
                <w:lang w:val="ru-RU"/>
              </w:rPr>
              <w:t>23.08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053988" w:rsidRPr="00E70B40" w14:paraId="191FA376" w14:textId="77777777" w:rsidTr="009D2C37">
        <w:trPr>
          <w:trHeight w:val="653"/>
        </w:trPr>
        <w:tc>
          <w:tcPr>
            <w:tcW w:w="4066" w:type="dxa"/>
            <w:gridSpan w:val="12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9D2C37" w:rsidRDefault="001B1621" w:rsidP="003E73BB">
            <w:pPr>
              <w:rPr>
                <w:lang w:val="en-GB"/>
              </w:rPr>
            </w:pPr>
            <w:r w:rsidRPr="009D2C37">
              <w:rPr>
                <w:lang w:val="en-GB"/>
              </w:rPr>
              <w:t>R</w:t>
            </w:r>
            <w:r w:rsidR="003E73BB" w:rsidRPr="009D2C37">
              <w:rPr>
                <w:lang w:val="en-GB"/>
              </w:rPr>
              <w:t xml:space="preserve">epair Order </w:t>
            </w:r>
            <w:r w:rsidRPr="009D2C37">
              <w:rPr>
                <w:lang w:val="en-GB"/>
              </w:rPr>
              <w:t>Open Date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32FB0C93" w:rsidR="00053988" w:rsidRPr="009D2C37" w:rsidRDefault="007E08CE" w:rsidP="00417466">
            <w:pPr>
              <w:rPr>
                <w:lang w:val="en-GB"/>
              </w:rPr>
            </w:pPr>
            <w:r>
              <w:rPr>
                <w:lang w:val="ru-RU"/>
              </w:rPr>
              <w:t>26.08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5D7075" w:rsidRPr="00E70B40" w14:paraId="2AC0AC6D" w14:textId="77777777" w:rsidTr="008C5B3D">
        <w:tc>
          <w:tcPr>
            <w:tcW w:w="10239" w:type="dxa"/>
            <w:gridSpan w:val="2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E70B40" w:rsidRDefault="003B2495" w:rsidP="007969C8">
            <w:pPr>
              <w:spacing w:before="100" w:beforeAutospacing="1" w:after="119"/>
              <w:rPr>
                <w:b/>
                <w:bCs/>
                <w:sz w:val="22"/>
                <w:szCs w:val="22"/>
              </w:rPr>
            </w:pPr>
            <w:r w:rsidRPr="00E70B40">
              <w:rPr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E70B40">
              <w:rPr>
                <w:b/>
                <w:bCs/>
                <w:sz w:val="22"/>
                <w:szCs w:val="22"/>
              </w:rPr>
              <w:t>Uzbekistan</w:t>
            </w:r>
            <w:proofErr w:type="spellEnd"/>
            <w:r w:rsidRPr="00E70B40">
              <w:rPr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F81BA1" w14:paraId="6B1A9A35" w14:textId="77777777" w:rsidTr="008C5B3D">
        <w:tc>
          <w:tcPr>
            <w:tcW w:w="10239" w:type="dxa"/>
            <w:gridSpan w:val="2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9D2C37" w:rsidRDefault="003B2495" w:rsidP="005967E0">
            <w:pPr>
              <w:pStyle w:val="TabellenInhalt"/>
              <w:snapToGrid w:val="0"/>
              <w:spacing w:after="0"/>
              <w:rPr>
                <w:sz w:val="20"/>
                <w:szCs w:val="20"/>
                <w:lang w:val="it-IT"/>
              </w:rPr>
            </w:pPr>
            <w:r w:rsidRPr="009D2C37">
              <w:rPr>
                <w:b/>
                <w:bCs/>
                <w:sz w:val="20"/>
                <w:szCs w:val="20"/>
                <w:lang w:val="en-US"/>
              </w:rPr>
              <w:t xml:space="preserve">Report to: </w:t>
            </w:r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 xml:space="preserve">Rolf Oerter, Customer Support, Training </w:t>
            </w:r>
            <w:r w:rsidR="00E026CB" w:rsidRPr="009D2C37">
              <w:rPr>
                <w:sz w:val="20"/>
                <w:szCs w:val="20"/>
                <w:lang w:val="en-US"/>
              </w:rPr>
              <w:t xml:space="preserve"> Tel: </w:t>
            </w:r>
            <w:r w:rsidR="005967E0" w:rsidRPr="009D2C37">
              <w:rPr>
                <w:sz w:val="20"/>
                <w:szCs w:val="20"/>
                <w:lang w:val="en-US"/>
              </w:rPr>
              <w:t xml:space="preserve">+49 6131-5807-737, cell: +49 1761-5807-737  email: </w:t>
            </w:r>
            <w:hyperlink r:id="rId8" w:history="1">
              <w:r w:rsidR="005967E0" w:rsidRPr="009D2C37">
                <w:rPr>
                  <w:rStyle w:val="Hyperlink"/>
                  <w:sz w:val="20"/>
                  <w:szCs w:val="20"/>
                  <w:lang w:val="en-US"/>
                </w:rPr>
                <w:t>roerter@dgs-mainz.com</w:t>
              </w:r>
            </w:hyperlink>
            <w:r w:rsidR="005967E0" w:rsidRPr="009D2C37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9D2C37" w14:paraId="3745D90C" w14:textId="77777777" w:rsidTr="009D2C37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2913" w:type="dxa"/>
            <w:gridSpan w:val="10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Customer, </w:t>
            </w: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Orderer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>: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9D2C37" w:rsidRDefault="00E2222D" w:rsidP="00E2222D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Enduser</w:t>
            </w:r>
            <w:proofErr w:type="spellEnd"/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,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t>Owner</w:t>
            </w:r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Location of repair:</w:t>
            </w:r>
          </w:p>
        </w:tc>
      </w:tr>
      <w:tr w:rsidR="00CF0C2E" w:rsidRPr="009D2C37" w14:paraId="41A10E6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Name:</w:t>
            </w:r>
          </w:p>
        </w:tc>
        <w:tc>
          <w:tcPr>
            <w:tcW w:w="2913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1D8820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Yutong, Allison Transmission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D67FAD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TOSHSHAHARTRANSXIZMAT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065E4531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GB"/>
              </w:rPr>
              <w:t>Global Industrial Solutions LLC</w:t>
            </w:r>
          </w:p>
        </w:tc>
      </w:tr>
      <w:tr w:rsidR="00CF0C2E" w:rsidRPr="00F81BA1" w14:paraId="356D156E" w14:textId="77777777" w:rsidTr="009D2C37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Street:</w:t>
            </w:r>
          </w:p>
        </w:tc>
        <w:tc>
          <w:tcPr>
            <w:tcW w:w="2913" w:type="dxa"/>
            <w:gridSpan w:val="10"/>
            <w:tcBorders>
              <w:left w:val="single" w:sz="1" w:space="0" w:color="000000"/>
            </w:tcBorders>
          </w:tcPr>
          <w:p w14:paraId="1992AE20" w14:textId="4DA82C19" w:rsidR="00CF0C2E" w:rsidRPr="009D2C37" w:rsidRDefault="00CD2989" w:rsidP="009D2C37">
            <w:pPr>
              <w:pStyle w:val="KeinLeerraum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1320,Marketing Center, No.66 </w:t>
            </w:r>
            <w:proofErr w:type="spellStart"/>
            <w:r w:rsidRPr="009D2C37">
              <w:rPr>
                <w:rFonts w:eastAsia="Lucida Sans Unicode"/>
                <w:sz w:val="20"/>
                <w:szCs w:val="20"/>
                <w:lang w:val="en-US"/>
              </w:rPr>
              <w:t>Yuxing</w:t>
            </w:r>
            <w:proofErr w:type="spellEnd"/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 Road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</w:tcBorders>
          </w:tcPr>
          <w:p w14:paraId="2B2ED279" w14:textId="590E233A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Amir Temur Street, 6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06C2B23B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A2227D">
              <w:rPr>
                <w:bCs/>
                <w:sz w:val="20"/>
                <w:szCs w:val="20"/>
                <w:lang w:val="en-US"/>
              </w:rPr>
              <w:t xml:space="preserve">Yangi </w:t>
            </w:r>
            <w:proofErr w:type="spellStart"/>
            <w:r w:rsidRPr="00A2227D">
              <w:rPr>
                <w:bCs/>
                <w:sz w:val="20"/>
                <w:szCs w:val="20"/>
                <w:lang w:val="en-US"/>
              </w:rPr>
              <w:t>Hayot</w:t>
            </w:r>
            <w:proofErr w:type="spellEnd"/>
            <w:r w:rsidRPr="00A2227D">
              <w:rPr>
                <w:bCs/>
                <w:sz w:val="20"/>
                <w:szCs w:val="20"/>
                <w:lang w:val="en-US"/>
              </w:rPr>
              <w:t xml:space="preserve"> district,  Novaya </w:t>
            </w:r>
            <w:proofErr w:type="spellStart"/>
            <w:r w:rsidRPr="00A2227D">
              <w:rPr>
                <w:bCs/>
                <w:sz w:val="20"/>
                <w:szCs w:val="20"/>
                <w:lang w:val="en-US"/>
              </w:rPr>
              <w:t>Tashkentskaya</w:t>
            </w:r>
            <w:proofErr w:type="spellEnd"/>
            <w:r w:rsidRPr="00A2227D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227D">
              <w:rPr>
                <w:bCs/>
                <w:sz w:val="20"/>
                <w:szCs w:val="20"/>
                <w:lang w:val="en-US"/>
              </w:rPr>
              <w:t>Koltsevaya</w:t>
            </w:r>
            <w:proofErr w:type="spellEnd"/>
            <w:r w:rsidRPr="00A2227D">
              <w:rPr>
                <w:bCs/>
                <w:sz w:val="20"/>
                <w:szCs w:val="20"/>
                <w:lang w:val="en-US"/>
              </w:rPr>
              <w:t>, 120</w:t>
            </w:r>
          </w:p>
        </w:tc>
      </w:tr>
      <w:tr w:rsidR="00CF0C2E" w:rsidRPr="009D2C37" w14:paraId="75AE982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Town:</w:t>
            </w:r>
          </w:p>
        </w:tc>
        <w:tc>
          <w:tcPr>
            <w:tcW w:w="29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86F506B" w:rsidR="00CF0C2E" w:rsidRPr="009D2C37" w:rsidRDefault="00CD2989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Economic Development Zone Zhengzhou, China</w:t>
            </w:r>
          </w:p>
        </w:tc>
        <w:tc>
          <w:tcPr>
            <w:tcW w:w="3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0E6A593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  <w:tc>
          <w:tcPr>
            <w:tcW w:w="3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07D5EF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</w:tr>
      <w:tr w:rsidR="00CF0C2E" w:rsidRPr="009D2C37" w14:paraId="617147C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ZIP Code</w:t>
            </w:r>
          </w:p>
        </w:tc>
        <w:tc>
          <w:tcPr>
            <w:tcW w:w="2913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EA1E98C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color w:val="FF0000"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color w:val="FF0000"/>
                <w:sz w:val="18"/>
                <w:szCs w:val="18"/>
                <w:lang w:val="en-GB"/>
              </w:rPr>
              <w:t>Province:</w:t>
            </w:r>
          </w:p>
        </w:tc>
        <w:tc>
          <w:tcPr>
            <w:tcW w:w="2913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130E7E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Contact:</w:t>
            </w:r>
          </w:p>
        </w:tc>
        <w:tc>
          <w:tcPr>
            <w:tcW w:w="2913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4C910DBC" w:rsidR="00CF0C2E" w:rsidRPr="009D2C37" w:rsidRDefault="00CD2989" w:rsidP="006A12D3">
            <w:pPr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 Wei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3E842C6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Tel.:</w:t>
            </w:r>
          </w:p>
        </w:tc>
        <w:tc>
          <w:tcPr>
            <w:tcW w:w="2913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4B4CF5D0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+998981772552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B1AB924" w:rsidR="00CF0C2E" w:rsidRPr="009D2C37" w:rsidRDefault="00417466" w:rsidP="00417466">
            <w:pPr>
              <w:jc w:val="both"/>
              <w:rPr>
                <w:sz w:val="20"/>
                <w:szCs w:val="20"/>
                <w:lang w:val="en-US"/>
              </w:rPr>
            </w:pPr>
            <w:r w:rsidRPr="009D2C37">
              <w:rPr>
                <w:bCs/>
                <w:sz w:val="20"/>
                <w:szCs w:val="20"/>
              </w:rPr>
              <w:t xml:space="preserve">+998 71 231 92 38 </w:t>
            </w:r>
          </w:p>
        </w:tc>
      </w:tr>
      <w:tr w:rsidR="00CF0C2E" w:rsidRPr="009D2C37" w14:paraId="1F5B20A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Fax:</w:t>
            </w:r>
          </w:p>
        </w:tc>
        <w:tc>
          <w:tcPr>
            <w:tcW w:w="2913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600ABA3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CF0C2E" w:rsidRPr="009D2C37" w:rsidRDefault="00CF0C2E" w:rsidP="00CD2989">
            <w:pPr>
              <w:spacing w:before="100" w:beforeAutospacing="1" w:after="100" w:afterAutospacing="1"/>
              <w:rPr>
                <w:rFonts w:eastAsia="Lucida Sans Unicode"/>
                <w:color w:val="FF0000"/>
                <w:sz w:val="18"/>
                <w:szCs w:val="18"/>
                <w:lang w:val="en-US"/>
              </w:rPr>
            </w:pPr>
            <w:r w:rsidRPr="009D2C37">
              <w:rPr>
                <w:rFonts w:eastAsia="Lucida Sans Unicode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913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31BA182" w:rsidR="00CF0C2E" w:rsidRPr="009D2C37" w:rsidRDefault="00CD2989" w:rsidP="00CD2989">
            <w:pPr>
              <w:spacing w:before="100" w:beforeAutospacing="1" w:after="100" w:afterAutospacing="1"/>
              <w:rPr>
                <w:rFonts w:eastAsia="Lucida Sans Unicode"/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yangweih</w:t>
            </w:r>
            <w:hyperlink r:id="rId9" w:tgtFrame="_blank" w:history="1">
              <w:r w:rsidRPr="009D2C37">
                <w:rPr>
                  <w:rFonts w:eastAsia="Lucida Sans Unicode"/>
                  <w:sz w:val="20"/>
                  <w:szCs w:val="20"/>
                  <w:lang w:val="en-US"/>
                </w:rPr>
                <w:t>@yutong.com</w:t>
              </w:r>
            </w:hyperlink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627EFC36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info@tashbus.uz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1171F256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takhir@global-industrial.uz</w:t>
            </w:r>
          </w:p>
        </w:tc>
      </w:tr>
      <w:tr w:rsidR="00CF0C2E" w:rsidRPr="009D2C37" w14:paraId="40F3B33E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091A1B4B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 xml:space="preserve">Customer Purchase order </w:t>
            </w:r>
          </w:p>
        </w:tc>
        <w:tc>
          <w:tcPr>
            <w:tcW w:w="233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04FB8FF6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 xml:space="preserve"> </w:t>
            </w:r>
            <w:r w:rsidR="00CA08F7" w:rsidRPr="009D2C37">
              <w:rPr>
                <w:sz w:val="20"/>
                <w:szCs w:val="20"/>
                <w:lang w:val="en-GB"/>
              </w:rPr>
              <w:t xml:space="preserve">Per </w:t>
            </w:r>
            <w:r w:rsidR="00383227" w:rsidRPr="009D2C37">
              <w:rPr>
                <w:sz w:val="20"/>
                <w:szCs w:val="20"/>
                <w:lang w:val="en-GB"/>
              </w:rPr>
              <w:t xml:space="preserve">email of </w:t>
            </w:r>
            <w:r w:rsidR="007E08CE">
              <w:rPr>
                <w:sz w:val="20"/>
                <w:szCs w:val="20"/>
                <w:lang w:val="ru-RU"/>
              </w:rPr>
              <w:t>26.08</w:t>
            </w:r>
            <w:r w:rsidR="00CA08F7" w:rsidRPr="009D2C37">
              <w:rPr>
                <w:sz w:val="20"/>
                <w:szCs w:val="20"/>
                <w:lang w:val="en-GB"/>
              </w:rPr>
              <w:t>.2023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Customer PO Date: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02440F7F" w:rsidR="00CF0C2E" w:rsidRPr="009D2C37" w:rsidRDefault="007E08CE" w:rsidP="00C95FA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ru-RU"/>
              </w:rPr>
              <w:t>26.08</w:t>
            </w:r>
            <w:r w:rsidR="00C95FAD" w:rsidRPr="009D2C37">
              <w:rPr>
                <w:sz w:val="20"/>
                <w:szCs w:val="20"/>
                <w:lang w:val="en-US"/>
              </w:rPr>
              <w:t>.</w:t>
            </w:r>
            <w:r w:rsidR="00CA08F7" w:rsidRPr="009D2C37">
              <w:rPr>
                <w:sz w:val="20"/>
                <w:szCs w:val="20"/>
                <w:lang w:val="en-GB"/>
              </w:rPr>
              <w:t>2023</w:t>
            </w:r>
          </w:p>
        </w:tc>
      </w:tr>
      <w:tr w:rsidR="00CF0C2E" w:rsidRPr="009D2C37" w14:paraId="1FDF64B0" w14:textId="77777777" w:rsidTr="009D2C37">
        <w:tc>
          <w:tcPr>
            <w:tcW w:w="3775" w:type="dxa"/>
            <w:gridSpan w:val="11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Repairing Outlet (Allison Dealer)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9D2C37" w:rsidRDefault="009A23E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CF0C2E" w:rsidRPr="009D2C37" w:rsidRDefault="00CF0C2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8DC025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6847525E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Transm. Model:</w:t>
            </w:r>
          </w:p>
        </w:tc>
        <w:tc>
          <w:tcPr>
            <w:tcW w:w="233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9D2C37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T375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</w:t>
            </w:r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0698F743" w:rsidR="00CF0C2E" w:rsidRPr="009D2C37" w:rsidRDefault="00CF0C2E" w:rsidP="006A12D3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1AB3D202" w:rsidR="00CF0C2E" w:rsidRPr="009D2C37" w:rsidRDefault="007E08C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  <w:r w:rsidRPr="007E08CE">
              <w:rPr>
                <w:sz w:val="20"/>
                <w:szCs w:val="20"/>
                <w:lang w:val="en-US"/>
              </w:rPr>
              <w:t>6511851491</w:t>
            </w:r>
          </w:p>
        </w:tc>
      </w:tr>
      <w:tr w:rsidR="008C5B3D" w:rsidRPr="009D2C37" w14:paraId="2463FF05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5978345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Transmission:</w:t>
            </w:r>
          </w:p>
        </w:tc>
        <w:tc>
          <w:tcPr>
            <w:tcW w:w="233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5041A960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05ED7F8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TCM, ECU, or Shift Sel.</w:t>
            </w:r>
          </w:p>
        </w:tc>
        <w:tc>
          <w:tcPr>
            <w:tcW w:w="233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355287F4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022ECE6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07A6F0CB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Replacement </w:t>
            </w:r>
            <w:r w:rsidRPr="009D2C37">
              <w:rPr>
                <w:b/>
                <w:sz w:val="18"/>
                <w:szCs w:val="18"/>
                <w:lang w:val="en-GB"/>
              </w:rPr>
              <w:t xml:space="preserve"> TCM, ECU, or Shift Sel.</w:t>
            </w:r>
          </w:p>
        </w:tc>
        <w:tc>
          <w:tcPr>
            <w:tcW w:w="233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310F021C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2F743F3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Non-Allison Part</w:t>
            </w:r>
          </w:p>
        </w:tc>
        <w:tc>
          <w:tcPr>
            <w:tcW w:w="233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 3: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 3: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1F63791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17AAB3F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Application:</w:t>
            </w:r>
          </w:p>
        </w:tc>
        <w:tc>
          <w:tcPr>
            <w:tcW w:w="233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8C5B3D" w:rsidRPr="009D2C37" w:rsidRDefault="008C5B3D" w:rsidP="008C5B3D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City Bus</w:t>
            </w:r>
            <w:r w:rsidRPr="009D2C37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OEM: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Yutong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it-IT"/>
              </w:rPr>
            </w:pPr>
            <w:r w:rsidRPr="009D2C37">
              <w:rPr>
                <w:b/>
                <w:bCs/>
                <w:sz w:val="18"/>
                <w:szCs w:val="18"/>
                <w:lang w:val="it-IT"/>
              </w:rPr>
              <w:t>Model: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8C5B3D" w:rsidRPr="009D2C37" w:rsidRDefault="008C5B3D" w:rsidP="008C5B3D">
            <w:pPr>
              <w:rPr>
                <w:sz w:val="20"/>
                <w:szCs w:val="20"/>
                <w:lang w:val="it-IT"/>
              </w:rPr>
            </w:pPr>
            <w:r w:rsidRPr="009D2C37">
              <w:rPr>
                <w:rFonts w:eastAsia="Lucida Sans Unicode"/>
                <w:sz w:val="20"/>
                <w:szCs w:val="20"/>
                <w:lang w:val="it-IT"/>
              </w:rPr>
              <w:t> ZK6126HG</w:t>
            </w:r>
          </w:p>
        </w:tc>
      </w:tr>
      <w:tr w:rsidR="00CF0C2E" w:rsidRPr="00F81BA1" w14:paraId="4B200737" w14:textId="77777777" w:rsidTr="009D2C37">
        <w:trPr>
          <w:trHeight w:val="173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604F0B18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 xml:space="preserve"> Co</w:t>
            </w:r>
            <w:r w:rsidRPr="009D2C37">
              <w:rPr>
                <w:b/>
                <w:bCs/>
                <w:sz w:val="18"/>
                <w:szCs w:val="18"/>
                <w:lang w:val="en-US"/>
              </w:rPr>
              <w:t>de</w:t>
            </w:r>
            <w:r w:rsidR="00ED6860"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33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40CA384E" w:rsidR="00CF0C2E" w:rsidRPr="007E08CE" w:rsidRDefault="007E08CE" w:rsidP="007E08CE">
            <w:pPr>
              <w:pStyle w:val="TabellenInhalt"/>
              <w:snapToGrid w:val="0"/>
              <w:rPr>
                <w:sz w:val="20"/>
                <w:szCs w:val="20"/>
              </w:rPr>
            </w:pPr>
            <w:r w:rsidRPr="007E08CE">
              <w:rPr>
                <w:sz w:val="20"/>
                <w:szCs w:val="20"/>
              </w:rPr>
              <w:t>LZYTMGEF</w:t>
            </w:r>
            <w:r w:rsidR="00F81BA1">
              <w:rPr>
                <w:sz w:val="20"/>
                <w:szCs w:val="20"/>
              </w:rPr>
              <w:t>3</w:t>
            </w:r>
            <w:r w:rsidRPr="007E08CE">
              <w:rPr>
                <w:sz w:val="20"/>
                <w:szCs w:val="20"/>
              </w:rPr>
              <w:t>P1003165</w:t>
            </w:r>
          </w:p>
        </w:tc>
        <w:tc>
          <w:tcPr>
            <w:tcW w:w="6464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332A4A22" w:rsidR="00CF0C2E" w:rsidRPr="00D1766F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</w:tc>
      </w:tr>
      <w:tr w:rsidR="00CF0C2E" w:rsidRPr="009D2C37" w14:paraId="1D0D3FC2" w14:textId="77777777" w:rsidTr="007E08CE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vehicle ID #:</w:t>
            </w:r>
          </w:p>
        </w:tc>
        <w:tc>
          <w:tcPr>
            <w:tcW w:w="2194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2C40F51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5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proofErr w:type="spellStart"/>
            <w:r w:rsidRPr="009D2C37">
              <w:rPr>
                <w:b/>
                <w:sz w:val="18"/>
                <w:szCs w:val="18"/>
                <w:lang w:val="en-GB"/>
              </w:rPr>
              <w:t>Registr.plate</w:t>
            </w:r>
            <w:proofErr w:type="spellEnd"/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6B229002" w:rsidR="00CF0C2E" w:rsidRPr="009D2C37" w:rsidRDefault="00044191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ru-RU"/>
              </w:rPr>
              <w:t>Inte</w:t>
            </w:r>
            <w:proofErr w:type="spellStart"/>
            <w:r w:rsidR="00314DC3" w:rsidRPr="009D2C37">
              <w:rPr>
                <w:sz w:val="20"/>
                <w:szCs w:val="20"/>
                <w:lang w:val="en-US"/>
              </w:rPr>
              <w:t>rnal</w:t>
            </w:r>
            <w:proofErr w:type="spellEnd"/>
            <w:r w:rsidR="00314DC3" w:rsidRPr="009D2C37">
              <w:rPr>
                <w:sz w:val="20"/>
                <w:szCs w:val="20"/>
                <w:lang w:val="en-US"/>
              </w:rPr>
              <w:t xml:space="preserve"> number 08530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Engine: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23EB3F87" w:rsidR="00CF0C2E" w:rsidRPr="009D2C37" w:rsidRDefault="00CB761F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MM5YAP00107</w:t>
            </w:r>
          </w:p>
        </w:tc>
      </w:tr>
      <w:tr w:rsidR="00CF0C2E" w:rsidRPr="009D2C37" w14:paraId="4022EE61" w14:textId="77777777" w:rsidTr="009D2C37">
        <w:trPr>
          <w:trHeight w:val="236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In Service Date:</w:t>
            </w:r>
          </w:p>
        </w:tc>
        <w:tc>
          <w:tcPr>
            <w:tcW w:w="2336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6F4321DB" w:rsidR="00CF0C2E" w:rsidRPr="009D2C37" w:rsidRDefault="00E954EA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ru-RU"/>
              </w:rPr>
              <w:t>2</w:t>
            </w:r>
            <w:r w:rsidR="007E08CE">
              <w:rPr>
                <w:b/>
                <w:sz w:val="20"/>
                <w:szCs w:val="20"/>
                <w:lang w:val="ru-RU"/>
              </w:rPr>
              <w:t>6.08</w:t>
            </w:r>
            <w:r w:rsidR="00CD2989" w:rsidRPr="009D2C37">
              <w:rPr>
                <w:b/>
                <w:sz w:val="20"/>
                <w:szCs w:val="20"/>
                <w:lang w:val="ru-RU"/>
              </w:rPr>
              <w:t>.2023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. </w:t>
            </w:r>
            <w:r w:rsidRPr="009D2C37">
              <w:rPr>
                <w:b/>
                <w:sz w:val="18"/>
                <w:szCs w:val="18"/>
                <w:lang w:val="en-GB"/>
              </w:rPr>
              <w:t>hours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.</w:t>
            </w:r>
            <w:r w:rsidRPr="009D2C37">
              <w:rPr>
                <w:b/>
                <w:bCs/>
                <w:sz w:val="18"/>
                <w:szCs w:val="18"/>
                <w:lang w:val="en-GB"/>
              </w:rPr>
              <w:t>km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3CCFDBAD" w:rsidR="00CF0C2E" w:rsidRPr="009D2C37" w:rsidRDefault="00A41C2D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4</w:t>
            </w:r>
            <w:r w:rsidR="007E08CE">
              <w:rPr>
                <w:sz w:val="20"/>
                <w:szCs w:val="20"/>
                <w:lang w:val="ru-RU"/>
              </w:rPr>
              <w:t>0056</w:t>
            </w:r>
          </w:p>
        </w:tc>
      </w:tr>
      <w:tr w:rsidR="00CF0C2E" w:rsidRPr="00F81BA1" w14:paraId="5A03C786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105669F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Pre Delivery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627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9D2C37" w:rsidRDefault="00CD2989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X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Claim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9D2C37">
              <w:rPr>
                <w:b/>
                <w:sz w:val="18"/>
                <w:szCs w:val="18"/>
                <w:lang w:val="en-GB"/>
              </w:rPr>
              <w:t>Type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1E0EAF20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243B876A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US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Field Action # or Activity Indicator</w:t>
            </w:r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F81BA1" w14:paraId="142DD5D9" w14:textId="77777777" w:rsidTr="008C5B3D">
        <w:tc>
          <w:tcPr>
            <w:tcW w:w="6957" w:type="dxa"/>
            <w:gridSpan w:val="16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087F9BC0" w:rsidR="00CF0C2E" w:rsidRPr="009D2C37" w:rsidRDefault="008C5B3D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r w:rsidR="009D2C37" w:rsidRPr="009D2C37">
              <w:rPr>
                <w:b/>
                <w:bCs/>
                <w:sz w:val="18"/>
                <w:szCs w:val="18"/>
                <w:lang w:val="en-GB"/>
              </w:rPr>
              <w:t>Transmission</w:t>
            </w:r>
            <w:r w:rsidR="009D2C37" w:rsidRPr="009D2C37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5553ABA" w14:textId="7793CB5E" w:rsidR="009D2C37" w:rsidRPr="007368B4" w:rsidRDefault="007368B4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7368B4">
              <w:rPr>
                <w:b/>
                <w:bCs/>
                <w:sz w:val="20"/>
                <w:szCs w:val="20"/>
                <w:lang w:val="en-US"/>
              </w:rPr>
              <w:t>W</w:t>
            </w:r>
            <w:r w:rsidR="009D2C37" w:rsidRPr="00A2227D">
              <w:rPr>
                <w:b/>
                <w:bCs/>
                <w:sz w:val="20"/>
                <w:szCs w:val="20"/>
                <w:lang w:val="en-US"/>
              </w:rPr>
              <w:t>ork performed</w:t>
            </w:r>
            <w:r w:rsidRPr="007368B4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</w:p>
          <w:p w14:paraId="357E5D00" w14:textId="77777777" w:rsidR="007368B4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368B4">
              <w:rPr>
                <w:sz w:val="20"/>
                <w:szCs w:val="20"/>
                <w:lang w:val="en-US"/>
              </w:rPr>
              <w:t xml:space="preserve">Computer diagnostics </w:t>
            </w:r>
          </w:p>
          <w:p w14:paraId="493F15A2" w14:textId="20AE898C" w:rsidR="00314DC3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E08CE">
              <w:rPr>
                <w:sz w:val="20"/>
                <w:szCs w:val="20"/>
                <w:lang w:val="en-US"/>
              </w:rPr>
              <w:t>Adaptations</w:t>
            </w:r>
          </w:p>
        </w:tc>
      </w:tr>
      <w:tr w:rsidR="008C5B3D" w:rsidRPr="009D2C37" w14:paraId="316F643E" w14:textId="77777777" w:rsidTr="00B2028D">
        <w:tc>
          <w:tcPr>
            <w:tcW w:w="1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39034765" w:rsidR="008C5B3D" w:rsidRPr="00C949F4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Travel Time:</w:t>
            </w:r>
            <w:r w:rsidR="00C949F4">
              <w:rPr>
                <w:b/>
                <w:bCs/>
                <w:sz w:val="20"/>
                <w:szCs w:val="20"/>
                <w:lang w:val="ru-RU"/>
              </w:rPr>
              <w:t xml:space="preserve"> 16:00</w:t>
            </w:r>
          </w:p>
        </w:tc>
        <w:tc>
          <w:tcPr>
            <w:tcW w:w="1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1A7540F1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Travel km if company car used: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3A3B" w14:textId="10A1528E" w:rsidR="008C5B3D" w:rsidRPr="00C949F4" w:rsidRDefault="00C949F4" w:rsidP="008C5B3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40056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PFPN: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4E3EE715" w14:textId="77777777" w:rsidTr="00B2028D">
        <w:tc>
          <w:tcPr>
            <w:tcW w:w="1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51024C82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Labor Last Applied date:</w:t>
            </w:r>
          </w:p>
        </w:tc>
        <w:tc>
          <w:tcPr>
            <w:tcW w:w="1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2046E55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sz w:val="20"/>
                <w:szCs w:val="20"/>
                <w:lang w:val="en-US"/>
              </w:rPr>
              <w:t>2</w:t>
            </w:r>
            <w:r w:rsidR="00C949F4">
              <w:rPr>
                <w:b/>
                <w:bCs/>
                <w:sz w:val="20"/>
                <w:szCs w:val="20"/>
                <w:lang w:val="ru-RU"/>
              </w:rPr>
              <w:t>6.08.</w:t>
            </w:r>
            <w:r w:rsidRPr="009D2C37">
              <w:rPr>
                <w:b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2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1AEC9CB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Technician’s Name:</w:t>
            </w:r>
          </w:p>
        </w:tc>
        <w:tc>
          <w:tcPr>
            <w:tcW w:w="3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2354179C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en-US"/>
              </w:rPr>
              <w:t>Mirzakhojaev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2C37">
              <w:rPr>
                <w:sz w:val="20"/>
                <w:szCs w:val="20"/>
                <w:lang w:val="en-US"/>
              </w:rPr>
              <w:t>Faizkhuja</w:t>
            </w:r>
            <w:proofErr w:type="spellEnd"/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B251A7C" w14:textId="77777777" w:rsidTr="004F4F0A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359EE063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122A7EDB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Failure Code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E08F8B7" w14:textId="77777777" w:rsidTr="00725C23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605C6E14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70DB92CC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329B9D10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</w:tbl>
    <w:p w14:paraId="093A4393" w14:textId="77777777" w:rsidR="0065737B" w:rsidRPr="009D2C37" w:rsidRDefault="0065737B" w:rsidP="00912D3B">
      <w:pPr>
        <w:rPr>
          <w:b/>
          <w:bCs/>
          <w:sz w:val="20"/>
          <w:szCs w:val="20"/>
          <w:lang w:val="en-US"/>
        </w:rPr>
      </w:pPr>
    </w:p>
    <w:p w14:paraId="1A2B4AD1" w14:textId="3825F446" w:rsidR="00507AC2" w:rsidRPr="007368B4" w:rsidRDefault="008C5B3D" w:rsidP="007368B4">
      <w:pPr>
        <w:rPr>
          <w:b/>
          <w:bCs/>
          <w:sz w:val="20"/>
          <w:szCs w:val="20"/>
          <w:lang w:val="en-US"/>
        </w:rPr>
      </w:pPr>
      <w:bookmarkStart w:id="0" w:name="_Hlk152669097"/>
      <w:r w:rsidRPr="009D2C37">
        <w:rPr>
          <w:b/>
          <w:bCs/>
          <w:sz w:val="20"/>
          <w:szCs w:val="20"/>
          <w:lang w:val="en-US"/>
        </w:rPr>
        <w:t>Complaint</w:t>
      </w:r>
      <w:r w:rsidR="00ED6860" w:rsidRPr="007368B4">
        <w:rPr>
          <w:b/>
          <w:bCs/>
          <w:sz w:val="20"/>
          <w:szCs w:val="20"/>
          <w:lang w:val="en-US"/>
        </w:rPr>
        <w:t>:</w:t>
      </w:r>
      <w:r w:rsidR="00001C8E" w:rsidRPr="007368B4">
        <w:rPr>
          <w:b/>
          <w:bCs/>
          <w:sz w:val="20"/>
          <w:szCs w:val="20"/>
          <w:lang w:val="en-US"/>
        </w:rPr>
        <w:t xml:space="preserve"> </w:t>
      </w:r>
      <w:bookmarkEnd w:id="0"/>
      <w:r w:rsidR="007368B4">
        <w:rPr>
          <w:b/>
          <w:bCs/>
          <w:sz w:val="20"/>
          <w:szCs w:val="20"/>
          <w:lang w:val="en-US"/>
        </w:rPr>
        <w:t>T</w:t>
      </w:r>
      <w:r w:rsidR="007368B4" w:rsidRPr="007368B4">
        <w:rPr>
          <w:b/>
          <w:bCs/>
          <w:sz w:val="20"/>
          <w:szCs w:val="20"/>
          <w:lang w:val="en-US"/>
        </w:rPr>
        <w:t>he cheque lights up, the bus stalls while driving.</w:t>
      </w:r>
    </w:p>
    <w:p w14:paraId="3CCA3152" w14:textId="12D0D5B5" w:rsidR="00B53A39" w:rsidRPr="007368B4" w:rsidRDefault="007368B4" w:rsidP="00B876A2">
      <w:pPr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bookmarkStart w:id="1" w:name="_Hlk152669103"/>
      <w:r w:rsidRPr="009D2C37">
        <w:rPr>
          <w:b/>
          <w:sz w:val="20"/>
          <w:szCs w:val="20"/>
          <w:lang w:val="fr-FR"/>
        </w:rPr>
        <w:t>Cause :</w:t>
      </w:r>
      <w:r w:rsidR="008704D7" w:rsidRPr="009D2C37">
        <w:rPr>
          <w:b/>
          <w:sz w:val="20"/>
          <w:szCs w:val="20"/>
          <w:lang w:val="fr-FR"/>
        </w:rPr>
        <w:t xml:space="preserve"> </w:t>
      </w:r>
      <w:bookmarkEnd w:id="1"/>
      <w:r w:rsidRPr="007368B4">
        <w:rPr>
          <w:b/>
          <w:bCs/>
          <w:sz w:val="20"/>
          <w:szCs w:val="20"/>
          <w:lang w:val="fr-FR"/>
        </w:rPr>
        <w:t>Incorrect driving during operation</w:t>
      </w:r>
      <w:r>
        <w:rPr>
          <w:b/>
          <w:bCs/>
          <w:sz w:val="20"/>
          <w:szCs w:val="20"/>
          <w:lang w:val="fr-FR"/>
        </w:rPr>
        <w:t>.</w:t>
      </w:r>
    </w:p>
    <w:p w14:paraId="3CF91296" w14:textId="366A3FCE" w:rsidR="00DB257A" w:rsidRPr="007368B4" w:rsidRDefault="008C5B3D" w:rsidP="00B876A2">
      <w:pPr>
        <w:autoSpaceDE w:val="0"/>
        <w:autoSpaceDN w:val="0"/>
        <w:adjustRightInd w:val="0"/>
        <w:rPr>
          <w:b/>
          <w:sz w:val="20"/>
          <w:szCs w:val="20"/>
          <w:lang w:val="en-US"/>
        </w:rPr>
      </w:pPr>
      <w:bookmarkStart w:id="2" w:name="_Hlk152669111"/>
      <w:r w:rsidRPr="009D2C37">
        <w:rPr>
          <w:b/>
          <w:sz w:val="20"/>
          <w:szCs w:val="20"/>
          <w:lang w:val="en-US"/>
        </w:rPr>
        <w:t>Correction</w:t>
      </w:r>
      <w:r w:rsidR="00ED6860" w:rsidRPr="007368B4">
        <w:rPr>
          <w:b/>
          <w:sz w:val="20"/>
          <w:szCs w:val="20"/>
          <w:lang w:val="en-US"/>
        </w:rPr>
        <w:t>:</w:t>
      </w:r>
      <w:r w:rsidRPr="007368B4">
        <w:rPr>
          <w:b/>
          <w:sz w:val="20"/>
          <w:szCs w:val="20"/>
          <w:lang w:val="en-US"/>
        </w:rPr>
        <w:t xml:space="preserve"> </w:t>
      </w:r>
      <w:bookmarkEnd w:id="2"/>
      <w:r w:rsidR="007368B4" w:rsidRPr="007368B4">
        <w:rPr>
          <w:b/>
          <w:sz w:val="20"/>
          <w:szCs w:val="20"/>
          <w:lang w:val="en-US"/>
        </w:rPr>
        <w:t>Computer diagnostics,</w:t>
      </w:r>
      <w:r w:rsidR="007368B4" w:rsidRPr="00A2227D">
        <w:rPr>
          <w:lang w:val="en-US"/>
        </w:rPr>
        <w:t xml:space="preserve"> </w:t>
      </w:r>
      <w:r w:rsidR="007368B4" w:rsidRPr="007368B4">
        <w:rPr>
          <w:b/>
          <w:sz w:val="20"/>
          <w:szCs w:val="20"/>
          <w:lang w:val="en-US"/>
        </w:rPr>
        <w:t>Factory reset</w:t>
      </w:r>
      <w:r w:rsidR="007368B4">
        <w:rPr>
          <w:b/>
          <w:sz w:val="20"/>
          <w:szCs w:val="20"/>
          <w:lang w:val="en-US"/>
        </w:rPr>
        <w:t>.</w:t>
      </w:r>
      <w:r w:rsidR="009C7D59" w:rsidRPr="00A2227D">
        <w:rPr>
          <w:lang w:val="en-US"/>
        </w:rPr>
        <w:t xml:space="preserve"> </w:t>
      </w:r>
      <w:r w:rsidR="009C7D59" w:rsidRPr="009C7D59">
        <w:rPr>
          <w:b/>
          <w:sz w:val="20"/>
          <w:szCs w:val="20"/>
          <w:highlight w:val="yellow"/>
          <w:lang w:val="en-US"/>
        </w:rPr>
        <w:t>Valve body replacement</w:t>
      </w:r>
      <w:r w:rsidR="009C7D59">
        <w:rPr>
          <w:b/>
          <w:sz w:val="20"/>
          <w:szCs w:val="20"/>
          <w:lang w:val="en-US"/>
        </w:rPr>
        <w:t xml:space="preserve">, </w:t>
      </w:r>
      <w:r w:rsidR="009C7D59" w:rsidRPr="007368B4">
        <w:rPr>
          <w:b/>
          <w:sz w:val="20"/>
          <w:szCs w:val="20"/>
          <w:lang w:val="en-US"/>
        </w:rPr>
        <w:t>diagnostics</w:t>
      </w:r>
      <w:r w:rsidR="009C7D59">
        <w:rPr>
          <w:b/>
          <w:sz w:val="20"/>
          <w:szCs w:val="20"/>
          <w:lang w:val="en-US"/>
        </w:rPr>
        <w:t>.</w:t>
      </w:r>
    </w:p>
    <w:p w14:paraId="3A4AD02C" w14:textId="0CA19AF1" w:rsidR="00912D3B" w:rsidRPr="009716C1" w:rsidRDefault="008C5B3D" w:rsidP="00912D3B">
      <w:pPr>
        <w:autoSpaceDE w:val="0"/>
        <w:autoSpaceDN w:val="0"/>
        <w:adjustRightInd w:val="0"/>
        <w:rPr>
          <w:bCs/>
          <w:sz w:val="20"/>
          <w:szCs w:val="20"/>
          <w:lang w:val="en-US"/>
        </w:rPr>
      </w:pPr>
      <w:bookmarkStart w:id="3" w:name="_Hlk152669120"/>
      <w:r w:rsidRPr="009D2C37">
        <w:rPr>
          <w:b/>
          <w:bCs/>
          <w:sz w:val="20"/>
          <w:szCs w:val="20"/>
          <w:lang w:val="en-US"/>
        </w:rPr>
        <w:t>Comment</w:t>
      </w:r>
      <w:r w:rsidR="00ED6860" w:rsidRPr="009716C1">
        <w:rPr>
          <w:b/>
          <w:bCs/>
          <w:sz w:val="20"/>
          <w:szCs w:val="20"/>
          <w:lang w:val="en-US"/>
        </w:rPr>
        <w:t>:</w:t>
      </w:r>
      <w:r w:rsidR="008704D7" w:rsidRPr="009716C1">
        <w:rPr>
          <w:bCs/>
          <w:sz w:val="20"/>
          <w:szCs w:val="20"/>
          <w:lang w:val="en-US"/>
        </w:rPr>
        <w:t xml:space="preserve"> </w:t>
      </w:r>
    </w:p>
    <w:bookmarkEnd w:id="3"/>
    <w:p w14:paraId="1ED9D999" w14:textId="77777777" w:rsidR="008704D7" w:rsidRPr="009716C1" w:rsidRDefault="008704D7" w:rsidP="00912D3B">
      <w:pPr>
        <w:autoSpaceDE w:val="0"/>
        <w:autoSpaceDN w:val="0"/>
        <w:adjustRightInd w:val="0"/>
        <w:rPr>
          <w:bCs/>
          <w:sz w:val="20"/>
          <w:szCs w:val="20"/>
          <w:lang w:val="en-US"/>
        </w:rPr>
      </w:pPr>
    </w:p>
    <w:p w14:paraId="0130B148" w14:textId="77777777" w:rsidR="004A02EC" w:rsidRPr="009716C1" w:rsidRDefault="004A02EC" w:rsidP="004A02EC">
      <w:pPr>
        <w:rPr>
          <w:sz w:val="20"/>
          <w:szCs w:val="20"/>
          <w:lang w:val="en-US"/>
        </w:rPr>
      </w:pPr>
    </w:p>
    <w:p w14:paraId="440DC4F0" w14:textId="77777777" w:rsidR="004A02EC" w:rsidRPr="009716C1" w:rsidRDefault="004A02EC" w:rsidP="004A02EC">
      <w:pPr>
        <w:rPr>
          <w:sz w:val="20"/>
          <w:szCs w:val="20"/>
          <w:lang w:val="en-US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1134"/>
        <w:gridCol w:w="1105"/>
        <w:gridCol w:w="1418"/>
      </w:tblGrid>
      <w:tr w:rsidR="00715B9A" w:rsidRPr="009D2C37" w14:paraId="554B971D" w14:textId="3B083691" w:rsidTr="007368B4">
        <w:trPr>
          <w:trHeight w:val="497"/>
        </w:trPr>
        <w:tc>
          <w:tcPr>
            <w:tcW w:w="1418" w:type="dxa"/>
            <w:shd w:val="clear" w:color="auto" w:fill="auto"/>
          </w:tcPr>
          <w:p w14:paraId="5F49045A" w14:textId="05E471B2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5132" w:type="dxa"/>
            <w:shd w:val="clear" w:color="auto" w:fill="auto"/>
          </w:tcPr>
          <w:p w14:paraId="0F38DBD9" w14:textId="6946FA48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1134" w:type="dxa"/>
            <w:shd w:val="clear" w:color="auto" w:fill="auto"/>
          </w:tcPr>
          <w:p w14:paraId="1356BD92" w14:textId="0B2D7EF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1105" w:type="dxa"/>
            <w:shd w:val="clear" w:color="auto" w:fill="auto"/>
          </w:tcPr>
          <w:p w14:paraId="01B34430" w14:textId="3E50D1CD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needed</w:t>
            </w:r>
          </w:p>
        </w:tc>
        <w:tc>
          <w:tcPr>
            <w:tcW w:w="1418" w:type="dxa"/>
          </w:tcPr>
          <w:p w14:paraId="45222FF8" w14:textId="5C10087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ru-RU"/>
              </w:rPr>
              <w:t>Co</w:t>
            </w:r>
            <w:proofErr w:type="spellStart"/>
            <w:r w:rsidRPr="009D2C37">
              <w:rPr>
                <w:b/>
                <w:sz w:val="20"/>
                <w:szCs w:val="20"/>
                <w:lang w:val="en-US"/>
              </w:rPr>
              <w:t>st</w:t>
            </w:r>
            <w:proofErr w:type="spellEnd"/>
            <w:r w:rsidR="007368B4">
              <w:rPr>
                <w:b/>
                <w:sz w:val="20"/>
                <w:szCs w:val="20"/>
                <w:lang w:val="en-US"/>
              </w:rPr>
              <w:t xml:space="preserve"> (EUR)</w:t>
            </w:r>
          </w:p>
        </w:tc>
      </w:tr>
      <w:tr w:rsidR="00715B9A" w:rsidRPr="009D2C37" w14:paraId="5CA12600" w14:textId="4B970806" w:rsidTr="007368B4">
        <w:tc>
          <w:tcPr>
            <w:tcW w:w="1418" w:type="dxa"/>
            <w:shd w:val="clear" w:color="auto" w:fill="auto"/>
          </w:tcPr>
          <w:p w14:paraId="4FF11DC9" w14:textId="7289FBC1" w:rsidR="00715B9A" w:rsidRPr="009D2C37" w:rsidRDefault="009C7D59" w:rsidP="009D0D06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00094700</w:t>
            </w:r>
          </w:p>
        </w:tc>
        <w:tc>
          <w:tcPr>
            <w:tcW w:w="5132" w:type="dxa"/>
            <w:shd w:val="clear" w:color="auto" w:fill="auto"/>
          </w:tcPr>
          <w:p w14:paraId="7010883A" w14:textId="050A90F1" w:rsidR="00715B9A" w:rsidRPr="009716C1" w:rsidRDefault="009716C1" w:rsidP="00965D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Changing of Valve </w:t>
            </w:r>
            <w:r w:rsidR="009C7D59" w:rsidRPr="009C7D59">
              <w:rPr>
                <w:sz w:val="20"/>
                <w:szCs w:val="20"/>
                <w:lang w:val="en-US"/>
              </w:rPr>
              <w:t>Control module</w:t>
            </w:r>
          </w:p>
        </w:tc>
        <w:tc>
          <w:tcPr>
            <w:tcW w:w="1134" w:type="dxa"/>
            <w:shd w:val="clear" w:color="auto" w:fill="auto"/>
          </w:tcPr>
          <w:p w14:paraId="4546FB9A" w14:textId="59B089A8" w:rsidR="00715B9A" w:rsidRPr="009C7D59" w:rsidRDefault="009C7D59" w:rsidP="009D0D06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4.5</w:t>
            </w:r>
          </w:p>
        </w:tc>
        <w:tc>
          <w:tcPr>
            <w:tcW w:w="1105" w:type="dxa"/>
            <w:shd w:val="clear" w:color="auto" w:fill="auto"/>
          </w:tcPr>
          <w:p w14:paraId="4F2F176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7C1B9A3B" w14:textId="45B338B9" w:rsidR="00715B9A" w:rsidRPr="009C7D59" w:rsidRDefault="007368B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en-US"/>
              </w:rPr>
              <w:t>€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9C7D59">
              <w:rPr>
                <w:sz w:val="20"/>
                <w:szCs w:val="20"/>
                <w:lang w:val="ru-RU"/>
              </w:rPr>
              <w:t>193,5</w:t>
            </w:r>
          </w:p>
        </w:tc>
      </w:tr>
      <w:tr w:rsidR="00715B9A" w:rsidRPr="009D2C37" w14:paraId="31671CC1" w14:textId="49F8B149" w:rsidTr="007368B4">
        <w:tc>
          <w:tcPr>
            <w:tcW w:w="1418" w:type="dxa"/>
            <w:shd w:val="clear" w:color="auto" w:fill="auto"/>
          </w:tcPr>
          <w:p w14:paraId="2D3BC390" w14:textId="07707E5A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96</w:t>
            </w:r>
            <w:r w:rsidR="009C7D59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5132" w:type="dxa"/>
            <w:shd w:val="clear" w:color="auto" w:fill="auto"/>
          </w:tcPr>
          <w:p w14:paraId="3375DFFC" w14:textId="6CD661B2" w:rsidR="009C7D59" w:rsidRPr="009C7D59" w:rsidRDefault="009C7D59" w:rsidP="009C7D59">
            <w:pPr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D</w:t>
            </w:r>
            <w:r w:rsidRPr="009C7D59">
              <w:rPr>
                <w:bCs/>
                <w:sz w:val="20"/>
                <w:szCs w:val="20"/>
                <w:lang w:val="en-US"/>
              </w:rPr>
              <w:t>ismantling and cleaning of the housing</w:t>
            </w:r>
          </w:p>
          <w:p w14:paraId="68CA44ED" w14:textId="4C1E9CF0" w:rsidR="00715B9A" w:rsidRPr="007368B4" w:rsidRDefault="009C7D59" w:rsidP="009C7D59">
            <w:pPr>
              <w:rPr>
                <w:bCs/>
                <w:sz w:val="20"/>
                <w:szCs w:val="20"/>
                <w:lang w:val="en-US"/>
              </w:rPr>
            </w:pPr>
            <w:r w:rsidRPr="009C7D59">
              <w:rPr>
                <w:bCs/>
                <w:sz w:val="20"/>
                <w:szCs w:val="20"/>
                <w:lang w:val="en-US"/>
              </w:rPr>
              <w:t>/valve module</w:t>
            </w:r>
          </w:p>
        </w:tc>
        <w:tc>
          <w:tcPr>
            <w:tcW w:w="1134" w:type="dxa"/>
            <w:shd w:val="clear" w:color="auto" w:fill="auto"/>
          </w:tcPr>
          <w:p w14:paraId="32C31B3B" w14:textId="73654E88" w:rsidR="00715B9A" w:rsidRPr="009C7D59" w:rsidRDefault="009C7D59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14:paraId="01F865D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64B60E11" w14:textId="7F6A2175" w:rsidR="00715B9A" w:rsidRPr="007368B4" w:rsidRDefault="007368B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€ </w:t>
            </w:r>
            <w:r w:rsidR="009C7D59">
              <w:rPr>
                <w:sz w:val="20"/>
                <w:szCs w:val="20"/>
                <w:lang w:val="ru-RU"/>
              </w:rPr>
              <w:t>86</w:t>
            </w:r>
          </w:p>
        </w:tc>
      </w:tr>
      <w:tr w:rsidR="00715B9A" w:rsidRPr="009D2C37" w14:paraId="6E9886AD" w14:textId="37468622" w:rsidTr="007368B4">
        <w:tc>
          <w:tcPr>
            <w:tcW w:w="1418" w:type="dxa"/>
            <w:shd w:val="clear" w:color="auto" w:fill="auto"/>
          </w:tcPr>
          <w:p w14:paraId="5BC6EE6F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79B5EC64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33AB0E3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0DA0D859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279485AB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715B9A" w:rsidRPr="009D2C37" w14:paraId="5D1BDCA7" w14:textId="07D8B742" w:rsidTr="007368B4">
        <w:tc>
          <w:tcPr>
            <w:tcW w:w="1418" w:type="dxa"/>
            <w:shd w:val="clear" w:color="auto" w:fill="auto"/>
          </w:tcPr>
          <w:p w14:paraId="6C738B76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27BA2E5F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C91B9C5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6D908A70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1FFB130E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7E4C732C" w14:textId="77777777" w:rsidR="004A02EC" w:rsidRPr="009D2C37" w:rsidRDefault="004A02EC" w:rsidP="004A02EC">
      <w:pPr>
        <w:rPr>
          <w:sz w:val="20"/>
          <w:szCs w:val="20"/>
          <w:lang w:val="en-US"/>
        </w:rPr>
      </w:pPr>
    </w:p>
    <w:tbl>
      <w:tblPr>
        <w:tblW w:w="902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6332"/>
        <w:gridCol w:w="1275"/>
      </w:tblGrid>
      <w:tr w:rsidR="008C5B3D" w:rsidRPr="009D2C37" w14:paraId="1E045277" w14:textId="77777777" w:rsidTr="00E70B40">
        <w:tc>
          <w:tcPr>
            <w:tcW w:w="1418" w:type="dxa"/>
          </w:tcPr>
          <w:p w14:paraId="55EB657B" w14:textId="44AD8D60" w:rsidR="008C5B3D" w:rsidRPr="009D2C37" w:rsidRDefault="008C5B3D" w:rsidP="00E70B40">
            <w:pPr>
              <w:pStyle w:val="Standard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6332" w:type="dxa"/>
            <w:vAlign w:val="center"/>
          </w:tcPr>
          <w:p w14:paraId="42A0FB52" w14:textId="5115739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Part Desc</w:t>
            </w:r>
            <w:proofErr w:type="spellStart"/>
            <w:r w:rsidRPr="009D2C37">
              <w:rPr>
                <w:b/>
                <w:sz w:val="20"/>
                <w:szCs w:val="20"/>
              </w:rPr>
              <w:t>ription</w:t>
            </w:r>
            <w:proofErr w:type="spellEnd"/>
          </w:p>
        </w:tc>
        <w:tc>
          <w:tcPr>
            <w:tcW w:w="1275" w:type="dxa"/>
            <w:vAlign w:val="center"/>
          </w:tcPr>
          <w:p w14:paraId="34D65840" w14:textId="286C5323" w:rsidR="008C5B3D" w:rsidRPr="009D2C37" w:rsidRDefault="008C5B3D" w:rsidP="00E70B40">
            <w:pPr>
              <w:tabs>
                <w:tab w:val="left" w:pos="735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0B262D" w:rsidRPr="009D2C37" w14:paraId="6CD84A30" w14:textId="77777777" w:rsidTr="00E70B40">
        <w:tc>
          <w:tcPr>
            <w:tcW w:w="1418" w:type="dxa"/>
          </w:tcPr>
          <w:p w14:paraId="26DC5016" w14:textId="2FEB3EE1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6CF91FF3" w14:textId="7D9A9FA4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C4BA3D1" w14:textId="0117801E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5B2AF78" w14:textId="77777777" w:rsidTr="00E70B40">
        <w:tc>
          <w:tcPr>
            <w:tcW w:w="1418" w:type="dxa"/>
          </w:tcPr>
          <w:p w14:paraId="40A2F54B" w14:textId="77777777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A920C7" w14:textId="73E210DD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615B46A9" w14:textId="6ED81D1F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46BD5476" w14:textId="77777777" w:rsidTr="00E70B40">
        <w:tc>
          <w:tcPr>
            <w:tcW w:w="1418" w:type="dxa"/>
          </w:tcPr>
          <w:p w14:paraId="33023B8D" w14:textId="77777777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7B36976" w14:textId="77777777" w:rsidR="000B262D" w:rsidRPr="009D2C37" w:rsidRDefault="000B262D" w:rsidP="009D0D06">
            <w:pPr>
              <w:pStyle w:val="StandardWeb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38E1BA85" w14:textId="77777777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31711150" w14:textId="77777777" w:rsidTr="00E70B40">
        <w:tc>
          <w:tcPr>
            <w:tcW w:w="1418" w:type="dxa"/>
          </w:tcPr>
          <w:p w14:paraId="685E0C08" w14:textId="77777777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B006E96" w14:textId="77777777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5A9F6EF8" w14:textId="77777777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11D657E" w14:textId="77777777" w:rsidTr="00E70B40">
        <w:tc>
          <w:tcPr>
            <w:tcW w:w="1418" w:type="dxa"/>
          </w:tcPr>
          <w:p w14:paraId="3D00106D" w14:textId="77777777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82E85C" w14:textId="77777777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718E532" w14:textId="77777777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601996D2" w14:textId="77777777" w:rsidTr="00E70B40">
        <w:tc>
          <w:tcPr>
            <w:tcW w:w="1418" w:type="dxa"/>
          </w:tcPr>
          <w:p w14:paraId="5FCB3A55" w14:textId="77777777" w:rsidR="000B262D" w:rsidRPr="009D2C37" w:rsidRDefault="000B262D" w:rsidP="009D0D06">
            <w:pPr>
              <w:pStyle w:val="indent1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1289CB7D" w14:textId="77777777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4B503BF9" w14:textId="77777777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50BBEE8C" w14:textId="77777777" w:rsidR="004E7849" w:rsidRPr="009D2C37" w:rsidRDefault="004E7849" w:rsidP="004A02EC">
      <w:pPr>
        <w:rPr>
          <w:sz w:val="20"/>
          <w:szCs w:val="20"/>
          <w:lang w:val="en-US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4725"/>
        <w:gridCol w:w="1265"/>
        <w:gridCol w:w="983"/>
        <w:gridCol w:w="849"/>
      </w:tblGrid>
      <w:tr w:rsidR="008C5B3D" w:rsidRPr="009D2C37" w14:paraId="4755CA0C" w14:textId="77777777" w:rsidTr="00E70B40">
        <w:tc>
          <w:tcPr>
            <w:tcW w:w="1414" w:type="dxa"/>
            <w:shd w:val="clear" w:color="auto" w:fill="auto"/>
          </w:tcPr>
          <w:p w14:paraId="54BB5F27" w14:textId="0E6F943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type</w:t>
            </w:r>
          </w:p>
        </w:tc>
        <w:tc>
          <w:tcPr>
            <w:tcW w:w="4725" w:type="dxa"/>
            <w:shd w:val="clear" w:color="auto" w:fill="auto"/>
          </w:tcPr>
          <w:p w14:paraId="333E4365" w14:textId="5B5A809B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Description</w:t>
            </w:r>
          </w:p>
        </w:tc>
        <w:tc>
          <w:tcPr>
            <w:tcW w:w="1265" w:type="dxa"/>
            <w:shd w:val="clear" w:color="auto" w:fill="auto"/>
          </w:tcPr>
          <w:p w14:paraId="76AC4691" w14:textId="5DF3591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Gross (incl. VAT)</w:t>
            </w:r>
          </w:p>
        </w:tc>
        <w:tc>
          <w:tcPr>
            <w:tcW w:w="983" w:type="dxa"/>
            <w:shd w:val="clear" w:color="auto" w:fill="auto"/>
          </w:tcPr>
          <w:p w14:paraId="4A1C1074" w14:textId="4EF4EB5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849" w:type="dxa"/>
            <w:shd w:val="clear" w:color="auto" w:fill="auto"/>
          </w:tcPr>
          <w:p w14:paraId="31AFFBA5" w14:textId="2C9006CD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</w:t>
            </w:r>
          </w:p>
        </w:tc>
      </w:tr>
      <w:tr w:rsidR="00A4750F" w:rsidRPr="009D2C37" w14:paraId="063A5CC3" w14:textId="77777777" w:rsidTr="00E70B40">
        <w:tc>
          <w:tcPr>
            <w:tcW w:w="1414" w:type="dxa"/>
            <w:shd w:val="clear" w:color="auto" w:fill="auto"/>
          </w:tcPr>
          <w:p w14:paraId="413517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2CDE434D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65C8AD2C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5EA866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7D7B821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15863388" w14:textId="77777777" w:rsidTr="00E70B40">
        <w:tc>
          <w:tcPr>
            <w:tcW w:w="1414" w:type="dxa"/>
            <w:shd w:val="clear" w:color="auto" w:fill="auto"/>
          </w:tcPr>
          <w:p w14:paraId="08056582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5213D656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E127E3A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68160D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2C6E10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3EEF71F9" w14:textId="77777777" w:rsidTr="00E70B40">
        <w:tc>
          <w:tcPr>
            <w:tcW w:w="1414" w:type="dxa"/>
            <w:shd w:val="clear" w:color="auto" w:fill="auto"/>
          </w:tcPr>
          <w:p w14:paraId="58739357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4E84D84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3EF2A3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7D821FE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040E982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5F497153" w14:textId="77777777" w:rsidTr="00E70B40">
        <w:tc>
          <w:tcPr>
            <w:tcW w:w="1414" w:type="dxa"/>
            <w:shd w:val="clear" w:color="auto" w:fill="auto"/>
          </w:tcPr>
          <w:p w14:paraId="02F42F9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CD21D9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3C678C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015824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5433B8E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</w:tbl>
    <w:p w14:paraId="1F8D6ADA" w14:textId="77777777" w:rsidR="00FB5498" w:rsidRPr="00E70B40" w:rsidRDefault="00FB5498">
      <w:pPr>
        <w:rPr>
          <w:sz w:val="20"/>
          <w:szCs w:val="20"/>
        </w:rPr>
      </w:pPr>
    </w:p>
    <w:sectPr w:rsidR="00FB5498" w:rsidRPr="00E70B40" w:rsidSect="009D2C37">
      <w:pgSz w:w="11906" w:h="16838"/>
      <w:pgMar w:top="14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4701242">
    <w:abstractNumId w:val="7"/>
  </w:num>
  <w:num w:numId="2" w16cid:durableId="17855553">
    <w:abstractNumId w:val="2"/>
  </w:num>
  <w:num w:numId="3" w16cid:durableId="53968331">
    <w:abstractNumId w:val="1"/>
  </w:num>
  <w:num w:numId="4" w16cid:durableId="1671445335">
    <w:abstractNumId w:val="0"/>
  </w:num>
  <w:num w:numId="5" w16cid:durableId="417874500">
    <w:abstractNumId w:val="6"/>
  </w:num>
  <w:num w:numId="6" w16cid:durableId="829370684">
    <w:abstractNumId w:val="3"/>
  </w:num>
  <w:num w:numId="7" w16cid:durableId="1461873457">
    <w:abstractNumId w:val="5"/>
  </w:num>
  <w:num w:numId="8" w16cid:durableId="5393247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5"/>
    <w:rsid w:val="00001C8E"/>
    <w:rsid w:val="00013636"/>
    <w:rsid w:val="00022609"/>
    <w:rsid w:val="00025A35"/>
    <w:rsid w:val="000330C0"/>
    <w:rsid w:val="00044191"/>
    <w:rsid w:val="00053988"/>
    <w:rsid w:val="00070A1F"/>
    <w:rsid w:val="000806A3"/>
    <w:rsid w:val="000833AB"/>
    <w:rsid w:val="00092609"/>
    <w:rsid w:val="000B262D"/>
    <w:rsid w:val="000F0775"/>
    <w:rsid w:val="001000BA"/>
    <w:rsid w:val="00146F5A"/>
    <w:rsid w:val="00163C95"/>
    <w:rsid w:val="00175208"/>
    <w:rsid w:val="001B1621"/>
    <w:rsid w:val="00211886"/>
    <w:rsid w:val="002432A5"/>
    <w:rsid w:val="00270979"/>
    <w:rsid w:val="00271D47"/>
    <w:rsid w:val="00307D13"/>
    <w:rsid w:val="00314DC3"/>
    <w:rsid w:val="00315056"/>
    <w:rsid w:val="00366BC9"/>
    <w:rsid w:val="003713CE"/>
    <w:rsid w:val="00383227"/>
    <w:rsid w:val="00391E69"/>
    <w:rsid w:val="00394FBA"/>
    <w:rsid w:val="003B2495"/>
    <w:rsid w:val="003D79A0"/>
    <w:rsid w:val="003E287E"/>
    <w:rsid w:val="003E73BB"/>
    <w:rsid w:val="00412E81"/>
    <w:rsid w:val="00417466"/>
    <w:rsid w:val="00463133"/>
    <w:rsid w:val="004A02EC"/>
    <w:rsid w:val="004B709E"/>
    <w:rsid w:val="004C0695"/>
    <w:rsid w:val="004C1934"/>
    <w:rsid w:val="004E7124"/>
    <w:rsid w:val="004E7849"/>
    <w:rsid w:val="00507AC2"/>
    <w:rsid w:val="00515D95"/>
    <w:rsid w:val="005967E0"/>
    <w:rsid w:val="005A1FC2"/>
    <w:rsid w:val="005B5D6D"/>
    <w:rsid w:val="005D51B9"/>
    <w:rsid w:val="005D7075"/>
    <w:rsid w:val="0065737B"/>
    <w:rsid w:val="00667A8E"/>
    <w:rsid w:val="0067162E"/>
    <w:rsid w:val="006858CB"/>
    <w:rsid w:val="006A12D3"/>
    <w:rsid w:val="006E07F0"/>
    <w:rsid w:val="00710AD7"/>
    <w:rsid w:val="00715B9A"/>
    <w:rsid w:val="007368B4"/>
    <w:rsid w:val="00744D6A"/>
    <w:rsid w:val="007969C8"/>
    <w:rsid w:val="007E08CE"/>
    <w:rsid w:val="00812B0C"/>
    <w:rsid w:val="00820586"/>
    <w:rsid w:val="00840351"/>
    <w:rsid w:val="00862AB1"/>
    <w:rsid w:val="00863945"/>
    <w:rsid w:val="008704D7"/>
    <w:rsid w:val="00874BB4"/>
    <w:rsid w:val="00881C44"/>
    <w:rsid w:val="00882037"/>
    <w:rsid w:val="00893F3C"/>
    <w:rsid w:val="008C5B3D"/>
    <w:rsid w:val="008C664A"/>
    <w:rsid w:val="00912D3B"/>
    <w:rsid w:val="009343DA"/>
    <w:rsid w:val="009716C1"/>
    <w:rsid w:val="009A23EE"/>
    <w:rsid w:val="009C7D59"/>
    <w:rsid w:val="009D0D06"/>
    <w:rsid w:val="009D2C37"/>
    <w:rsid w:val="009E40E6"/>
    <w:rsid w:val="00A17456"/>
    <w:rsid w:val="00A2227D"/>
    <w:rsid w:val="00A367E0"/>
    <w:rsid w:val="00A41C2D"/>
    <w:rsid w:val="00A4750F"/>
    <w:rsid w:val="00A656F9"/>
    <w:rsid w:val="00A83BA2"/>
    <w:rsid w:val="00AB4CC6"/>
    <w:rsid w:val="00AD0041"/>
    <w:rsid w:val="00B07C8B"/>
    <w:rsid w:val="00B2028D"/>
    <w:rsid w:val="00B53A39"/>
    <w:rsid w:val="00B72E22"/>
    <w:rsid w:val="00B808E9"/>
    <w:rsid w:val="00B876A2"/>
    <w:rsid w:val="00B926F6"/>
    <w:rsid w:val="00BB1F03"/>
    <w:rsid w:val="00BF1629"/>
    <w:rsid w:val="00C24A32"/>
    <w:rsid w:val="00C27E56"/>
    <w:rsid w:val="00C34F0A"/>
    <w:rsid w:val="00C474D4"/>
    <w:rsid w:val="00C8385E"/>
    <w:rsid w:val="00C86384"/>
    <w:rsid w:val="00C949F4"/>
    <w:rsid w:val="00C95FAD"/>
    <w:rsid w:val="00CA08F7"/>
    <w:rsid w:val="00CB761F"/>
    <w:rsid w:val="00CD2989"/>
    <w:rsid w:val="00CF0C2E"/>
    <w:rsid w:val="00CF1EF4"/>
    <w:rsid w:val="00D03E7A"/>
    <w:rsid w:val="00D16A86"/>
    <w:rsid w:val="00D1766F"/>
    <w:rsid w:val="00D5751E"/>
    <w:rsid w:val="00DB257A"/>
    <w:rsid w:val="00DD4416"/>
    <w:rsid w:val="00DE46D0"/>
    <w:rsid w:val="00E026CB"/>
    <w:rsid w:val="00E2222D"/>
    <w:rsid w:val="00E5226F"/>
    <w:rsid w:val="00E70B40"/>
    <w:rsid w:val="00E76CBD"/>
    <w:rsid w:val="00E954EA"/>
    <w:rsid w:val="00EA3FBB"/>
    <w:rsid w:val="00EA5905"/>
    <w:rsid w:val="00ED1C05"/>
    <w:rsid w:val="00ED6860"/>
    <w:rsid w:val="00F72AFE"/>
    <w:rsid w:val="00F81BA1"/>
    <w:rsid w:val="00FA1E1F"/>
    <w:rsid w:val="00FB5498"/>
    <w:rsid w:val="00FC0A78"/>
    <w:rsid w:val="00FD034D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|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ru-RU"/>
    </w:rPr>
  </w:style>
  <w:style w:type="paragraph" w:styleId="berschrift1">
    <w:name w:val="heading 1"/>
    <w:basedOn w:val="Standard"/>
    <w:next w:val="Standard"/>
    <w:link w:val="berschrift1Zchn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Textkrper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Textkrper">
    <w:name w:val="Body Text"/>
    <w:basedOn w:val="Standard"/>
    <w:rsid w:val="005D7075"/>
    <w:pPr>
      <w:spacing w:after="120"/>
    </w:pPr>
  </w:style>
  <w:style w:type="character" w:customStyle="1" w:styleId="berschrift1Zchn">
    <w:name w:val="Überschrift 1 Zchn"/>
    <w:link w:val="berschrift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B5498"/>
    <w:pPr>
      <w:ind w:left="708"/>
    </w:pPr>
  </w:style>
  <w:style w:type="paragraph" w:styleId="Sprechblasentext">
    <w:name w:val="Balloon Text"/>
    <w:basedOn w:val="Standard"/>
    <w:link w:val="SprechblasentextZchn"/>
    <w:rsid w:val="00DB25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StandardWeb">
    <w:name w:val="Normal (Web)"/>
    <w:basedOn w:val="Standard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Standard"/>
    <w:rsid w:val="004E7849"/>
    <w:pPr>
      <w:spacing w:before="100" w:beforeAutospacing="1" w:after="100" w:afterAutospacing="1"/>
    </w:pPr>
  </w:style>
  <w:style w:type="paragraph" w:styleId="KeinLeerraum">
    <w:name w:val="No Spacing"/>
    <w:uiPriority w:val="1"/>
    <w:qFormat/>
    <w:rsid w:val="009D2C3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erter@dgs-mainz.co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gweih@yuto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310BB-DE85-408E-BF9A-29122D7F6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ROe.dotx</Template>
  <TotalTime>0</TotalTime>
  <Pages>2</Pages>
  <Words>364</Words>
  <Characters>2297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2656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Rolf Oerter</cp:lastModifiedBy>
  <cp:revision>21</cp:revision>
  <dcterms:created xsi:type="dcterms:W3CDTF">2023-10-17T07:54:00Z</dcterms:created>
  <dcterms:modified xsi:type="dcterms:W3CDTF">2024-06-21T16:42:00Z</dcterms:modified>
</cp:coreProperties>
</file>